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C83" w:rsidRDefault="00692C83" w:rsidP="00692C83">
      <w:pPr>
        <w:ind w:firstLineChars="100" w:firstLine="31680"/>
        <w:jc w:val="center"/>
        <w:rPr>
          <w:rFonts w:ascii="宋体" w:cs="宋体"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sz w:val="44"/>
          <w:szCs w:val="44"/>
          <w:lang w:eastAsia="zh-CN"/>
        </w:rPr>
        <w:t>实验课感想</w:t>
      </w:r>
    </w:p>
    <w:p w:rsidR="00692C83" w:rsidRPr="00B0483B" w:rsidRDefault="00692C83" w:rsidP="00B0483B">
      <w:pPr>
        <w:widowControl/>
        <w:shd w:val="clear" w:color="auto" w:fill="FFFFFF"/>
        <w:wordWrap/>
        <w:autoSpaceDE/>
        <w:autoSpaceDN/>
        <w:spacing w:after="0" w:line="240" w:lineRule="auto"/>
        <w:jc w:val="right"/>
        <w:rPr>
          <w:rFonts w:ascii="宋体" w:eastAsia="宋体" w:hAnsi="宋体" w:cs="Gulim"/>
          <w:color w:val="000000"/>
          <w:kern w:val="0"/>
          <w:sz w:val="24"/>
          <w:szCs w:val="24"/>
          <w:lang w:eastAsia="zh-CN"/>
        </w:rPr>
      </w:pP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韩国学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生</w:t>
      </w:r>
      <w:r w:rsidRPr="00B0483B">
        <w:rPr>
          <w:rFonts w:ascii="宋体" w:eastAsia="宋体" w:hAnsi="宋体" w:cs="Gulim"/>
          <w:color w:val="000000"/>
          <w:kern w:val="0"/>
          <w:sz w:val="24"/>
          <w:szCs w:val="24"/>
          <w:lang w:eastAsia="zh-CN"/>
        </w:rPr>
        <w:t xml:space="preserve"> 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孟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韩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材</w:t>
      </w:r>
    </w:p>
    <w:p w:rsidR="00692C83" w:rsidRPr="00B0483B" w:rsidRDefault="00692C83" w:rsidP="00EA257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宋体" w:eastAsia="宋体" w:hAnsi="宋体" w:cs="Gulim"/>
          <w:color w:val="000000"/>
          <w:kern w:val="0"/>
          <w:sz w:val="24"/>
          <w:szCs w:val="24"/>
          <w:lang w:eastAsia="zh-CN"/>
        </w:rPr>
      </w:pPr>
      <w:r>
        <w:rPr>
          <w:rFonts w:ascii="宋体" w:eastAsia="宋体" w:hAnsi="宋体" w:cs="Gulim"/>
          <w:color w:val="000000"/>
          <w:kern w:val="0"/>
          <w:sz w:val="24"/>
          <w:szCs w:val="24"/>
          <w:lang w:eastAsia="zh-CN"/>
        </w:rPr>
        <w:t xml:space="preserve">    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今天听了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张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老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师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的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讲课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，我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觉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得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真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的是受益匪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浅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。作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为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一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个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同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时学习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中文和日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语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的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韩国学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生，我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认为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一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样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的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汉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字，却由于地域文化等差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异产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生了完全不同的意思。</w:t>
      </w:r>
    </w:p>
    <w:p w:rsidR="00692C83" w:rsidRPr="00B0483B" w:rsidRDefault="00692C83" w:rsidP="00EA257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宋体" w:eastAsia="宋体" w:hAnsi="宋体" w:cs="Gulim"/>
          <w:color w:val="000000"/>
          <w:kern w:val="0"/>
          <w:sz w:val="24"/>
          <w:szCs w:val="24"/>
          <w:lang w:eastAsia="zh-CN"/>
        </w:rPr>
      </w:pPr>
      <w:r>
        <w:rPr>
          <w:rFonts w:ascii="宋体" w:eastAsia="宋体" w:hAnsi="宋体" w:cs="Gulim"/>
          <w:color w:val="000000"/>
          <w:kern w:val="0"/>
          <w:sz w:val="24"/>
          <w:szCs w:val="24"/>
          <w:lang w:eastAsia="zh-CN"/>
        </w:rPr>
        <w:t xml:space="preserve">    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比如今天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课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上老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师说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的“手”和“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爱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人”的定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义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，都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让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人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觉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得耳目一新。此外，我也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记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得“丈夫”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这个单词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在中文和日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语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里是完全不同的意思。中文的“丈夫”指的是“妻子的伴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侣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”</w:t>
      </w:r>
      <w:r w:rsidRPr="00B0483B">
        <w:rPr>
          <w:rFonts w:ascii="宋体" w:eastAsia="宋体" w:hAnsi="宋体" w:cs="Gulim"/>
          <w:color w:val="000000"/>
          <w:kern w:val="0"/>
          <w:sz w:val="24"/>
          <w:szCs w:val="24"/>
          <w:lang w:eastAsia="zh-CN"/>
        </w:rPr>
        <w:t>,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而日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语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里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则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是形容“身体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结实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”的意思。</w:t>
      </w:r>
    </w:p>
    <w:p w:rsidR="00692C83" w:rsidRPr="00B0483B" w:rsidRDefault="00692C83" w:rsidP="00EA257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宋体" w:eastAsia="宋体" w:hAnsi="宋体" w:cs="Gulim"/>
          <w:color w:val="000000"/>
          <w:kern w:val="0"/>
          <w:sz w:val="24"/>
          <w:szCs w:val="24"/>
          <w:lang w:eastAsia="zh-CN"/>
        </w:rPr>
      </w:pPr>
      <w:r>
        <w:rPr>
          <w:rFonts w:ascii="宋体" w:eastAsia="宋体" w:hAnsi="宋体" w:cs="Gulim"/>
          <w:color w:val="000000"/>
          <w:kern w:val="0"/>
          <w:sz w:val="24"/>
          <w:szCs w:val="24"/>
          <w:lang w:eastAsia="zh-CN"/>
        </w:rPr>
        <w:t xml:space="preserve">    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对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于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这种语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言意思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间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的差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异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，我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还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有很多地方是很感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兴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趣的。而作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为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同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属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于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汉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字文化圈的中日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韩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三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国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，我猜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测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不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仅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是中日之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间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，在日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韩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以及中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韩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之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间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都都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会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有很多在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语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言上交叉重合的地方。如果有机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会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的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话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，我很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乐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意做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进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一步的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研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究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与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探</w:t>
      </w: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讨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  <w:lang w:eastAsia="zh-CN"/>
        </w:rPr>
        <w:t>。</w:t>
      </w:r>
    </w:p>
    <w:p w:rsidR="00692C83" w:rsidRPr="00B0483B" w:rsidRDefault="00692C83" w:rsidP="00EA257F">
      <w:pPr>
        <w:rPr>
          <w:rFonts w:ascii="宋体" w:eastAsia="宋体" w:hAnsi="宋体"/>
        </w:rPr>
      </w:pPr>
      <w:r w:rsidRPr="00B0483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发</w:t>
      </w:r>
      <w:r w:rsidRPr="00B0483B">
        <w:rPr>
          <w:rFonts w:ascii="宋体" w:eastAsia="宋体" w:hAnsi="宋体" w:cs="Gulim" w:hint="eastAsia"/>
          <w:color w:val="000000"/>
          <w:kern w:val="0"/>
          <w:sz w:val="24"/>
          <w:szCs w:val="24"/>
        </w:rPr>
        <w:t>自我的</w:t>
      </w:r>
      <w:r w:rsidRPr="00B0483B">
        <w:rPr>
          <w:rFonts w:ascii="宋体" w:eastAsia="宋体" w:hAnsi="宋体" w:cs="Gulim"/>
          <w:color w:val="000000"/>
          <w:kern w:val="0"/>
          <w:sz w:val="24"/>
          <w:szCs w:val="24"/>
        </w:rPr>
        <w:t>iPhone</w:t>
      </w:r>
    </w:p>
    <w:sectPr w:rsidR="00692C83" w:rsidRPr="00B0483B" w:rsidSect="00C101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C83" w:rsidRDefault="00692C83">
      <w:r>
        <w:separator/>
      </w:r>
    </w:p>
  </w:endnote>
  <w:endnote w:type="continuationSeparator" w:id="0">
    <w:p w:rsidR="00692C83" w:rsidRDefault="00692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萜茌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83" w:rsidRDefault="00692C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83" w:rsidRDefault="00692C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83" w:rsidRDefault="00692C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C83" w:rsidRDefault="00692C83">
      <w:r>
        <w:separator/>
      </w:r>
    </w:p>
  </w:footnote>
  <w:footnote w:type="continuationSeparator" w:id="0">
    <w:p w:rsidR="00692C83" w:rsidRDefault="00692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83" w:rsidRDefault="00692C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83" w:rsidRDefault="00692C83" w:rsidP="00F62BE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83" w:rsidRDefault="00692C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57F"/>
    <w:rsid w:val="001535C3"/>
    <w:rsid w:val="00231745"/>
    <w:rsid w:val="004542E6"/>
    <w:rsid w:val="00542C50"/>
    <w:rsid w:val="005671E4"/>
    <w:rsid w:val="005D2DCE"/>
    <w:rsid w:val="00692C83"/>
    <w:rsid w:val="00863110"/>
    <w:rsid w:val="009829A9"/>
    <w:rsid w:val="009B1692"/>
    <w:rsid w:val="00AC55BF"/>
    <w:rsid w:val="00B0483B"/>
    <w:rsid w:val="00C101C2"/>
    <w:rsid w:val="00D04C68"/>
    <w:rsid w:val="00EA257F"/>
    <w:rsid w:val="00F6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1C2"/>
    <w:pPr>
      <w:widowControl w:val="0"/>
      <w:wordWrap w:val="0"/>
      <w:autoSpaceDE w:val="0"/>
      <w:autoSpaceDN w:val="0"/>
      <w:spacing w:after="160" w:line="259" w:lineRule="auto"/>
      <w:jc w:val="both"/>
    </w:pPr>
    <w:rPr>
      <w:sz w:val="20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D2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29A9"/>
    <w:rPr>
      <w:rFonts w:cs="Times New Roman"/>
      <w:sz w:val="18"/>
      <w:szCs w:val="18"/>
      <w:lang w:eastAsia="ko-KR"/>
    </w:rPr>
  </w:style>
  <w:style w:type="paragraph" w:styleId="Footer">
    <w:name w:val="footer"/>
    <w:basedOn w:val="Normal"/>
    <w:link w:val="FooterChar"/>
    <w:uiPriority w:val="99"/>
    <w:rsid w:val="005D2DC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29A9"/>
    <w:rPr>
      <w:rFonts w:cs="Times New Roman"/>
      <w:sz w:val="18"/>
      <w:szCs w:val="1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3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95556">
                  <w:marLeft w:val="-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95550">
                      <w:marLeft w:val="32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B4B4B4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9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395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395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39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395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395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4395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4395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4395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3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47</Words>
  <Characters>270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Maeng Han Jae</dc:creator>
  <cp:keywords/>
  <dc:description/>
  <cp:lastModifiedBy>lenovo</cp:lastModifiedBy>
  <cp:revision>4</cp:revision>
  <dcterms:created xsi:type="dcterms:W3CDTF">2014-09-28T01:58:00Z</dcterms:created>
  <dcterms:modified xsi:type="dcterms:W3CDTF">2014-09-29T06:53:00Z</dcterms:modified>
</cp:coreProperties>
</file>